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7F3031AE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079A8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065DC9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="00DC6D0C" w:rsidRPr="000079A8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065DC9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DC6D0C" w:rsidRPr="000079A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0608001" w14:textId="39C6D150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065DC9">
        <w:rPr>
          <w:rFonts w:ascii="Corbel" w:hAnsi="Corbel"/>
          <w:sz w:val="24"/>
          <w:szCs w:val="24"/>
        </w:rPr>
        <w:t>0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065DC9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553D5E1D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Antoni </w:t>
            </w:r>
            <w:proofErr w:type="spellStart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Magdoń</w:t>
            </w:r>
            <w:proofErr w:type="spellEnd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CA6D4" w14:textId="22793E5B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hab. Dariusz Urban, prof. UR</w:t>
            </w:r>
          </w:p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 xml:space="preserve">gr Magdalena D. </w:t>
            </w:r>
            <w:proofErr w:type="spellStart"/>
            <w:r w:rsidRPr="000079A8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Wykł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Konw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Sem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Prakt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lastRenderedPageBreak/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istoty ubezpieczenia, charakteru </w:t>
            </w:r>
            <w:proofErr w:type="spellStart"/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ryzyk</w:t>
            </w:r>
            <w:proofErr w:type="spellEnd"/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Ryzyko w działalności gospodarczej. </w:t>
            </w:r>
            <w:proofErr w:type="spellStart"/>
            <w:r w:rsidRPr="000079A8">
              <w:rPr>
                <w:rFonts w:ascii="Corbel" w:hAnsi="Corbel" w:cs="Corbel"/>
                <w:sz w:val="24"/>
                <w:szCs w:val="24"/>
              </w:rPr>
              <w:t>Risk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proofErr w:type="spellStart"/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proofErr w:type="spellStart"/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9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9A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079A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1F830FAF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-Drozdowska M. (et. al.),  Bankowość: instytucje, operacje, zarządzanie. Wydawnictwo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Galbarczyk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T., Świderska J., Bank komercyjny w Polsce,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J., Monkiewicz J. (red.), Ubezpieczenia,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Kowalewski O., Bankowość międzynarodowa : próba nowego podejścia. Ofic. Wyd. SGH,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Białas M., Mazur Z.,. Bankowość wczoraj i dziś.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</w:t>
            </w:r>
            <w:proofErr w:type="spellEnd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 T. (red.), Społeczne aspekty rozwoju rynku ubezpieczeniowego, Oficyna Wydawnicza SGH,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50EEF" w14:textId="77777777" w:rsidR="00643210" w:rsidRDefault="00643210" w:rsidP="00C16ABF">
      <w:pPr>
        <w:spacing w:after="0" w:line="240" w:lineRule="auto"/>
      </w:pPr>
      <w:r>
        <w:separator/>
      </w:r>
    </w:p>
  </w:endnote>
  <w:endnote w:type="continuationSeparator" w:id="0">
    <w:p w14:paraId="5F4FCD2F" w14:textId="77777777" w:rsidR="00643210" w:rsidRDefault="006432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5496E" w14:textId="77777777" w:rsidR="00643210" w:rsidRDefault="00643210" w:rsidP="00C16ABF">
      <w:pPr>
        <w:spacing w:after="0" w:line="240" w:lineRule="auto"/>
      </w:pPr>
      <w:r>
        <w:separator/>
      </w:r>
    </w:p>
  </w:footnote>
  <w:footnote w:type="continuationSeparator" w:id="0">
    <w:p w14:paraId="0400BA23" w14:textId="77777777" w:rsidR="00643210" w:rsidRDefault="00643210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65DC9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F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1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EE07D7-A652-420F-A16C-08F6699F9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AE35D7-0A83-4737-8205-B2216C6E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943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2020-10-30T10:53:00Z</dcterms:created>
  <dcterms:modified xsi:type="dcterms:W3CDTF">2021-11-04T13:11:00Z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